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764" w:rsidRPr="007A71E3" w:rsidRDefault="004A6764" w:rsidP="008D30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71E3">
        <w:rPr>
          <w:rFonts w:ascii="Times New Roman" w:hAnsi="Times New Roman" w:cs="Times New Roman"/>
          <w:sz w:val="28"/>
          <w:szCs w:val="28"/>
        </w:rPr>
        <w:t>Муниципальное дошкольное образовательное учреждение</w:t>
      </w:r>
    </w:p>
    <w:p w:rsidR="004A6764" w:rsidRPr="007A71E3" w:rsidRDefault="004A6764" w:rsidP="008D30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71E3">
        <w:rPr>
          <w:rFonts w:ascii="Times New Roman" w:hAnsi="Times New Roman" w:cs="Times New Roman"/>
          <w:sz w:val="28"/>
          <w:szCs w:val="28"/>
        </w:rPr>
        <w:t>Детский сад №3 «Сказка»</w:t>
      </w:r>
    </w:p>
    <w:p w:rsidR="004A6764" w:rsidRPr="007A71E3" w:rsidRDefault="004A6764" w:rsidP="008D30C9">
      <w:pPr>
        <w:jc w:val="center"/>
        <w:rPr>
          <w:b/>
          <w:bCs/>
          <w:sz w:val="28"/>
          <w:szCs w:val="28"/>
        </w:rPr>
      </w:pPr>
      <w:r w:rsidRPr="007A71E3">
        <w:rPr>
          <w:rFonts w:ascii="Times New Roman" w:hAnsi="Times New Roman" w:cs="Times New Roman"/>
          <w:sz w:val="28"/>
          <w:szCs w:val="28"/>
        </w:rPr>
        <w:t>городского округа ЗАТО Светлый Саратовской области</w:t>
      </w: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764" w:rsidRPr="006E22A6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22A6">
        <w:rPr>
          <w:rFonts w:ascii="Times New Roman" w:hAnsi="Times New Roman" w:cs="Times New Roman"/>
          <w:b/>
          <w:sz w:val="32"/>
          <w:szCs w:val="32"/>
        </w:rPr>
        <w:t xml:space="preserve">Методическая разработка </w:t>
      </w:r>
    </w:p>
    <w:p w:rsidR="004A6764" w:rsidRPr="006E22A6" w:rsidRDefault="004A6764" w:rsidP="006E22A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E22A6">
        <w:rPr>
          <w:rFonts w:ascii="Times New Roman" w:hAnsi="Times New Roman" w:cs="Times New Roman"/>
          <w:b/>
          <w:sz w:val="32"/>
          <w:szCs w:val="32"/>
        </w:rPr>
        <w:t>по</w:t>
      </w:r>
      <w:r w:rsidRPr="006E22A6">
        <w:rPr>
          <w:rFonts w:ascii="Times New Roman" w:hAnsi="Times New Roman" w:cs="Times New Roman"/>
          <w:sz w:val="32"/>
          <w:szCs w:val="32"/>
        </w:rPr>
        <w:t xml:space="preserve"> </w:t>
      </w:r>
      <w:r w:rsidRPr="006E22A6">
        <w:rPr>
          <w:rFonts w:ascii="Times New Roman" w:hAnsi="Times New Roman" w:cs="Times New Roman"/>
          <w:b/>
          <w:sz w:val="32"/>
          <w:szCs w:val="32"/>
        </w:rPr>
        <w:t xml:space="preserve">развитию речи: </w:t>
      </w:r>
    </w:p>
    <w:p w:rsidR="004A6764" w:rsidRPr="006E22A6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Тема: </w:t>
      </w:r>
      <w:r w:rsidRPr="008D30C9">
        <w:rPr>
          <w:rFonts w:ascii="Times New Roman" w:hAnsi="Times New Roman" w:cs="Times New Roman"/>
          <w:b/>
          <w:sz w:val="32"/>
          <w:szCs w:val="32"/>
        </w:rPr>
        <w:t xml:space="preserve">«Составление рассказа </w:t>
      </w:r>
    </w:p>
    <w:p w:rsidR="004A6764" w:rsidRPr="008D30C9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30C9">
        <w:rPr>
          <w:rFonts w:ascii="Times New Roman" w:hAnsi="Times New Roman" w:cs="Times New Roman"/>
          <w:b/>
          <w:sz w:val="32"/>
          <w:szCs w:val="32"/>
        </w:rPr>
        <w:t>по серии сюжетных картинок»</w:t>
      </w:r>
      <w:r>
        <w:rPr>
          <w:rFonts w:ascii="Times New Roman" w:hAnsi="Times New Roman" w:cs="Times New Roman"/>
          <w:b/>
          <w:sz w:val="32"/>
          <w:szCs w:val="32"/>
        </w:rPr>
        <w:t>.</w:t>
      </w:r>
      <w:r w:rsidRPr="008D30C9">
        <w:rPr>
          <w:rFonts w:ascii="Times New Roman" w:hAnsi="Times New Roman" w:cs="Times New Roman"/>
          <w:b/>
          <w:sz w:val="32"/>
          <w:szCs w:val="32"/>
        </w:rPr>
        <w:t xml:space="preserve">  </w:t>
      </w: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Воспитатель</w:t>
      </w:r>
      <w:r w:rsidRPr="009B63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B63B9">
        <w:rPr>
          <w:rFonts w:ascii="Times New Roman" w:hAnsi="Times New Roman" w:cs="Times New Roman"/>
          <w:sz w:val="28"/>
          <w:szCs w:val="28"/>
        </w:rPr>
        <w:t>ДОУ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Кузина Ирина Ивановна </w:t>
      </w: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8D3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</w:t>
      </w:r>
    </w:p>
    <w:p w:rsidR="004A6764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FD70DB">
        <w:rPr>
          <w:rFonts w:ascii="Times New Roman" w:hAnsi="Times New Roman" w:cs="Times New Roman"/>
          <w:b/>
          <w:bCs/>
          <w:sz w:val="28"/>
          <w:szCs w:val="28"/>
        </w:rPr>
        <w:t>Описание непрерывн</w:t>
      </w:r>
      <w:r>
        <w:rPr>
          <w:rFonts w:ascii="Times New Roman" w:hAnsi="Times New Roman" w:cs="Times New Roman"/>
          <w:b/>
          <w:bCs/>
          <w:sz w:val="28"/>
          <w:szCs w:val="28"/>
        </w:rPr>
        <w:t>ой образовательной деятельности</w:t>
      </w:r>
    </w:p>
    <w:p w:rsidR="004A6764" w:rsidRPr="00FD70DB" w:rsidRDefault="004A6764" w:rsidP="009B63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6764" w:rsidRPr="00AD75A7" w:rsidRDefault="004A6764" w:rsidP="004651D6">
      <w:pPr>
        <w:tabs>
          <w:tab w:val="left" w:pos="256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75A7">
        <w:rPr>
          <w:rFonts w:ascii="Times New Roman" w:hAnsi="Times New Roman" w:cs="Times New Roman"/>
          <w:sz w:val="28"/>
          <w:szCs w:val="28"/>
        </w:rPr>
        <w:t xml:space="preserve">Примерная общеобразовательная программа дошкольного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D75A7">
        <w:rPr>
          <w:rFonts w:ascii="Times New Roman" w:hAnsi="Times New Roman" w:cs="Times New Roman"/>
          <w:sz w:val="28"/>
          <w:szCs w:val="28"/>
        </w:rPr>
        <w:t>«От рождения до школы» под редакцией  Н.Е. Вераксы, Т.С. Комаровой, М.А. Васильевой.</w:t>
      </w:r>
      <w:r w:rsidRPr="00AD75A7">
        <w:rPr>
          <w:rFonts w:ascii="Times New Roman" w:hAnsi="Times New Roman" w:cs="Times New Roman"/>
          <w:sz w:val="28"/>
          <w:szCs w:val="28"/>
        </w:rPr>
        <w:tab/>
      </w:r>
    </w:p>
    <w:p w:rsidR="004A6764" w:rsidRDefault="004A6764" w:rsidP="00C71C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Возрастная группа: старший возраст.  </w:t>
      </w:r>
    </w:p>
    <w:p w:rsidR="004A6764" w:rsidRPr="00AD75A7" w:rsidRDefault="004A6764" w:rsidP="00C71C6D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D75A7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разовательная область: речевое развитие.</w:t>
      </w:r>
    </w:p>
    <w:p w:rsidR="004A6764" w:rsidRPr="00D0213F" w:rsidRDefault="004A6764" w:rsidP="00C71C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77E0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sz w:val="28"/>
          <w:szCs w:val="28"/>
        </w:rPr>
        <w:t>занятия</w:t>
      </w:r>
      <w:r w:rsidRPr="00D0213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D75A7">
        <w:rPr>
          <w:rFonts w:ascii="Times New Roman" w:hAnsi="Times New Roman" w:cs="Times New Roman"/>
          <w:sz w:val="28"/>
          <w:szCs w:val="28"/>
        </w:rPr>
        <w:t xml:space="preserve">оставление рассказа по серии </w:t>
      </w:r>
      <w:r>
        <w:rPr>
          <w:rFonts w:ascii="Times New Roman" w:hAnsi="Times New Roman" w:cs="Times New Roman"/>
          <w:sz w:val="28"/>
          <w:szCs w:val="28"/>
        </w:rPr>
        <w:t xml:space="preserve">сюжетных </w:t>
      </w:r>
      <w:r w:rsidRPr="00AD75A7">
        <w:rPr>
          <w:rFonts w:ascii="Times New Roman" w:hAnsi="Times New Roman" w:cs="Times New Roman"/>
          <w:sz w:val="28"/>
          <w:szCs w:val="28"/>
        </w:rPr>
        <w:t>картинок «</w:t>
      </w:r>
      <w:r>
        <w:rPr>
          <w:rFonts w:ascii="Times New Roman" w:hAnsi="Times New Roman" w:cs="Times New Roman"/>
          <w:sz w:val="28"/>
          <w:szCs w:val="28"/>
        </w:rPr>
        <w:t xml:space="preserve">Подарок».  </w:t>
      </w:r>
    </w:p>
    <w:p w:rsidR="004A6764" w:rsidRPr="00AD75A7" w:rsidRDefault="004A6764" w:rsidP="00C71C6D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67DB1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D0213F">
        <w:rPr>
          <w:rFonts w:ascii="Times New Roman" w:hAnsi="Times New Roman" w:cs="Times New Roman"/>
          <w:sz w:val="28"/>
          <w:szCs w:val="28"/>
        </w:rPr>
        <w:t xml:space="preserve"> </w:t>
      </w:r>
      <w:r w:rsidRPr="00AD75A7">
        <w:rPr>
          <w:rFonts w:ascii="Times New Roman" w:hAnsi="Times New Roman" w:cs="Times New Roman"/>
          <w:sz w:val="28"/>
          <w:szCs w:val="28"/>
        </w:rPr>
        <w:t>создать условия для</w:t>
      </w:r>
      <w:r w:rsidRPr="00AD75A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D75A7">
        <w:rPr>
          <w:rFonts w:ascii="Times New Roman" w:hAnsi="Times New Roman" w:cs="Times New Roman"/>
          <w:sz w:val="28"/>
          <w:szCs w:val="28"/>
        </w:rPr>
        <w:t xml:space="preserve">формирования умения  составлять рассказ по серии </w:t>
      </w:r>
      <w:r>
        <w:rPr>
          <w:rFonts w:ascii="Times New Roman" w:hAnsi="Times New Roman" w:cs="Times New Roman"/>
          <w:sz w:val="28"/>
          <w:szCs w:val="28"/>
        </w:rPr>
        <w:t xml:space="preserve">сюжетных </w:t>
      </w:r>
      <w:r w:rsidRPr="00AD75A7">
        <w:rPr>
          <w:rFonts w:ascii="Times New Roman" w:hAnsi="Times New Roman" w:cs="Times New Roman"/>
          <w:sz w:val="28"/>
          <w:szCs w:val="28"/>
        </w:rPr>
        <w:t>картинок.</w:t>
      </w:r>
    </w:p>
    <w:p w:rsidR="004A6764" w:rsidRDefault="004A6764" w:rsidP="004651D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7DB1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 (обучающая, воспитательная, развивающая): </w:t>
      </w:r>
    </w:p>
    <w:p w:rsidR="004A6764" w:rsidRDefault="004A6764" w:rsidP="00465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Формировать умения детей логично и последовательно составлять рассказ, опираясь на вопросы воспитателя. Способствовать совершенствованию диалогической речи. Закрепить знания признаков о времени года - лето. Уточнить и расширить словарный запас по теме «Лето. Цветы полевые и  луговые». </w:t>
      </w:r>
    </w:p>
    <w:p w:rsidR="004A6764" w:rsidRPr="00D0213F" w:rsidRDefault="004A6764" w:rsidP="00465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Воспитывать у детей умение внимательно слушать товарищей, не перебивая их. Формировать навыки сотрудничества, самостоятельности, инициативности.</w:t>
      </w:r>
    </w:p>
    <w:p w:rsidR="004A6764" w:rsidRDefault="004A6764" w:rsidP="00465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Способствовать развитию связанной речи и слухового внимания.</w:t>
      </w:r>
    </w:p>
    <w:p w:rsidR="004A6764" w:rsidRDefault="004A6764" w:rsidP="00465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условия для развития тонкой моторики и координации речи с движением.</w:t>
      </w:r>
    </w:p>
    <w:p w:rsidR="004A6764" w:rsidRDefault="004A6764" w:rsidP="004651D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7DB1">
        <w:rPr>
          <w:rFonts w:ascii="Times New Roman" w:hAnsi="Times New Roman" w:cs="Times New Roman"/>
          <w:b/>
          <w:bCs/>
          <w:sz w:val="28"/>
          <w:szCs w:val="28"/>
        </w:rPr>
        <w:t>Виды деятельности</w:t>
      </w:r>
      <w:r w:rsidRPr="00D0213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игровая, коммуникативная, двигательная, восприятие художественной литературы, конструирование.</w:t>
      </w:r>
    </w:p>
    <w:p w:rsidR="004A6764" w:rsidRPr="00D0213F" w:rsidRDefault="004A6764" w:rsidP="004651D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7DB1">
        <w:rPr>
          <w:rFonts w:ascii="Times New Roman" w:hAnsi="Times New Roman" w:cs="Times New Roman"/>
          <w:b/>
          <w:bCs/>
          <w:sz w:val="28"/>
          <w:szCs w:val="28"/>
        </w:rPr>
        <w:t>Формы реализации детских видов деятельности</w:t>
      </w:r>
      <w:r w:rsidRPr="00D0213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игровая ситуация, вопросы, физминутка, художественное слово, игровые упражнения. </w:t>
      </w:r>
    </w:p>
    <w:p w:rsidR="004A6764" w:rsidRPr="00D0213F" w:rsidRDefault="004A6764" w:rsidP="004651D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524E">
        <w:rPr>
          <w:rFonts w:ascii="Times New Roman" w:hAnsi="Times New Roman" w:cs="Times New Roman"/>
          <w:b/>
          <w:bCs/>
          <w:sz w:val="28"/>
          <w:szCs w:val="28"/>
        </w:rPr>
        <w:t>Формы организации</w:t>
      </w:r>
      <w:r>
        <w:rPr>
          <w:rFonts w:ascii="Times New Roman" w:hAnsi="Times New Roman" w:cs="Times New Roman"/>
          <w:sz w:val="28"/>
          <w:szCs w:val="28"/>
        </w:rPr>
        <w:t xml:space="preserve">: групповая, индивидуальная. </w:t>
      </w:r>
    </w:p>
    <w:p w:rsidR="004A6764" w:rsidRPr="00D0213F" w:rsidRDefault="004A6764" w:rsidP="004651D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524E">
        <w:rPr>
          <w:rFonts w:ascii="Times New Roman" w:hAnsi="Times New Roman" w:cs="Times New Roman"/>
          <w:b/>
          <w:bCs/>
          <w:sz w:val="28"/>
          <w:szCs w:val="28"/>
        </w:rPr>
        <w:t>Оборудование, материалы</w:t>
      </w:r>
      <w:r w:rsidRPr="00D0213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сюжетные картинки «Подарок»</w:t>
      </w:r>
      <w:r w:rsidRPr="00D452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И.Н. Ржевцевой; мяч, конверты с картинками «Полевые и луговые цветы» на каждого ребёнка, искусственные цветы по количеству детей. </w:t>
      </w:r>
    </w:p>
    <w:p w:rsidR="004A6764" w:rsidRPr="00D0213F" w:rsidRDefault="004A6764" w:rsidP="004651D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4E0C">
        <w:rPr>
          <w:rFonts w:ascii="Times New Roman" w:hAnsi="Times New Roman" w:cs="Times New Roman"/>
          <w:b/>
          <w:bCs/>
          <w:sz w:val="28"/>
          <w:szCs w:val="28"/>
        </w:rPr>
        <w:t>Предварительная работа</w:t>
      </w:r>
      <w:r w:rsidRPr="00D0213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беседа на тему: «День рождения друга», наблюдение за цветами на клумбе и на экологической тропе; заучивание стихотворений о цветах; дидактическая игра «Времена года».</w:t>
      </w:r>
    </w:p>
    <w:p w:rsidR="004A6764" w:rsidRDefault="004A6764" w:rsidP="00C71C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C71C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C71C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C71C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C71C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A6764" w:rsidRDefault="004A6764" w:rsidP="00C71C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A6764" w:rsidRPr="00D0213F" w:rsidRDefault="004A6764" w:rsidP="00FD70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занятия:</w:t>
      </w:r>
    </w:p>
    <w:p w:rsidR="004A6764" w:rsidRPr="00D0213F" w:rsidRDefault="004A6764" w:rsidP="009B63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077"/>
        <w:gridCol w:w="3828"/>
        <w:gridCol w:w="1842"/>
      </w:tblGrid>
      <w:tr w:rsidR="004A6764" w:rsidRPr="009C6EDE">
        <w:tc>
          <w:tcPr>
            <w:tcW w:w="4077" w:type="dxa"/>
            <w:vAlign w:val="center"/>
          </w:tcPr>
          <w:p w:rsidR="004A6764" w:rsidRPr="009C6EDE" w:rsidRDefault="004A6764" w:rsidP="005C6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EDE">
              <w:rPr>
                <w:rFonts w:ascii="Times New Roman" w:hAnsi="Times New Roman" w:cs="Times New Roman"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3828" w:type="dxa"/>
            <w:vAlign w:val="center"/>
          </w:tcPr>
          <w:p w:rsidR="004A6764" w:rsidRPr="009C6EDE" w:rsidRDefault="004A6764" w:rsidP="005C6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EDE">
              <w:rPr>
                <w:rFonts w:ascii="Times New Roman" w:hAnsi="Times New Roman" w:cs="Times New Roman"/>
                <w:sz w:val="28"/>
                <w:szCs w:val="28"/>
              </w:rPr>
              <w:t>Деятельность воспитанников</w:t>
            </w:r>
          </w:p>
        </w:tc>
        <w:tc>
          <w:tcPr>
            <w:tcW w:w="1842" w:type="dxa"/>
            <w:vAlign w:val="center"/>
          </w:tcPr>
          <w:p w:rsidR="004A6764" w:rsidRPr="009C6EDE" w:rsidRDefault="004A6764" w:rsidP="005C6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EDE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4A6764" w:rsidRPr="009C6EDE">
        <w:tc>
          <w:tcPr>
            <w:tcW w:w="9747" w:type="dxa"/>
            <w:gridSpan w:val="3"/>
          </w:tcPr>
          <w:p w:rsidR="004A6764" w:rsidRPr="009C6EDE" w:rsidRDefault="004A6764" w:rsidP="005C6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764" w:rsidRPr="009C6EDE">
        <w:tc>
          <w:tcPr>
            <w:tcW w:w="4077" w:type="dxa"/>
          </w:tcPr>
          <w:p w:rsidR="004A6764" w:rsidRDefault="004A6764" w:rsidP="008802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давайте вспомним приметы лета. Но, чтобы было интереснее  вспоминать, давайте будем бросать мяч друг другу и рассказывать, что происходит в летнее время года в природе и чем занимаются дети летом.</w:t>
            </w:r>
          </w:p>
          <w:p w:rsidR="004A6764" w:rsidRDefault="004A6764" w:rsidP="00C71C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Pr="009C6EDE" w:rsidRDefault="004A6764" w:rsidP="00C71C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Вот как много вы знаете о лете. </w:t>
            </w:r>
          </w:p>
        </w:tc>
        <w:tc>
          <w:tcPr>
            <w:tcW w:w="3828" w:type="dxa"/>
          </w:tcPr>
          <w:p w:rsidR="004A6764" w:rsidRPr="009C6EDE" w:rsidRDefault="004A6764" w:rsidP="00C71C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Pr="00C71C6D" w:rsidRDefault="004A6764" w:rsidP="00C71C6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детей:                          - летом ярко свети солнце      - на деревьях зелёные листья – дети много гуляют                       - дети с родителями живут на даче и т.д.</w:t>
            </w:r>
          </w:p>
        </w:tc>
        <w:tc>
          <w:tcPr>
            <w:tcW w:w="1842" w:type="dxa"/>
          </w:tcPr>
          <w:p w:rsidR="004A6764" w:rsidRPr="009C6EDE" w:rsidRDefault="004A6764" w:rsidP="005C6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764" w:rsidRPr="009C6EDE">
        <w:tc>
          <w:tcPr>
            <w:tcW w:w="9747" w:type="dxa"/>
            <w:gridSpan w:val="3"/>
          </w:tcPr>
          <w:p w:rsidR="004A6764" w:rsidRPr="009C6EDE" w:rsidRDefault="004A6764" w:rsidP="005C6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764" w:rsidRPr="009C6EDE">
        <w:tc>
          <w:tcPr>
            <w:tcW w:w="4077" w:type="dxa"/>
          </w:tcPr>
          <w:p w:rsidR="004A6764" w:rsidRDefault="004A6764" w:rsidP="008802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Сегодня мы составим рассказ по картинкам. Картинок несколько, а название одно: «Подарок».  </w:t>
            </w:r>
          </w:p>
          <w:p w:rsidR="004A6764" w:rsidRPr="009C6EDE" w:rsidRDefault="004A6764" w:rsidP="008802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Сначала, картинки нужно разложить по порядку. Рассмотрите их и расставьте на мольберте в нужной последовательности. </w:t>
            </w:r>
          </w:p>
          <w:p w:rsidR="004A6764" w:rsidRPr="0088022C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Pr="0088022C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Pr="0088022C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теперь давайте расскажем, что нарисовано на каждой из них.                                            Кого мы видим на первой картинке?                                           Что делает взрослый и почему? Расскажите, что дарят девочке. Мы не рассказали о времени года на картинке.                          Почему вы так думаете?                   Что делает девочка и дедушка? А что делают остальные взрослые?                                           Кого мы видим вдалеке?                         Что делают дети?                                        Что в это время делает кролик? Чем же заканчивается эта история?                               </w:t>
            </w: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Вот как хорошо всё закончилось. Правда?</w:t>
            </w: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Дать детям минуту для подготовки к составлению рассказа и предложить придумать имя девочке.  </w:t>
            </w: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Детям предлагается составить рассказ по частям.  </w:t>
            </w: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  рассказа целиком воспитателем или одним ребёнком: «Наступило лето! Светит яркое солнце. Стало тепло. Алёнка приехала жить на дачу. Сегодня у неё день рождения. Мама, папа, бабушка и дедушка поздравляют её и делают ей подарки. Бабушка дарит куклу, мама-букварь, папа-мяч, а дедушка – живого кролика. </w:t>
            </w: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Кролик понравился Алёнке. Она открыла клетку и стала его гладить в это время пришли гости , её друзья. Девочка Маша принесла ей мишку, а мальчик Илюша – воздушные шары . Алёнка подошла к гостям и забыла закрыть клетку.                                           Пока девочка принимала поздравление, кролик убежал в кусты. Девочка чуть не заплакала. Все стали искать беглеца.                                          Вдруг дедушка увидел кролика. Проказник сидел на грядке и с аппетитом грыз капустный листок. Дедушка позвал детей. Все были очень рады!      </w:t>
            </w: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Pr="0088022C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Физкультминутка «На лужайке» </w:t>
            </w:r>
          </w:p>
          <w:p w:rsidR="004A6764" w:rsidRPr="0071362D" w:rsidRDefault="004A6764" w:rsidP="00713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713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713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раздаёт детям конверты с картинками: достаньте картинки, рассмотрите и назовите, что изображено на них. </w:t>
            </w:r>
          </w:p>
          <w:p w:rsidR="004A6764" w:rsidRDefault="004A6764" w:rsidP="00713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Достаньте части разрезанных картинок, сложите их.  А теперь расскажите о цветах. Какие они?</w:t>
            </w:r>
          </w:p>
          <w:p w:rsidR="004A6764" w:rsidRDefault="004A6764" w:rsidP="00713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713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можно делать с полевыми цветами?</w:t>
            </w:r>
          </w:p>
          <w:p w:rsidR="004A6764" w:rsidRDefault="004A6764" w:rsidP="00713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713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Упражнение «Сплетём венок» Давайте попробуем вместе сплести венок – это непросто, но если мы постараемся у нас всё получится. Но мы будем не просто плести венок, а ещё и рассказывать стихи о цветах, из которых его создаём.</w:t>
            </w:r>
          </w:p>
          <w:p w:rsidR="004A6764" w:rsidRPr="0071362D" w:rsidRDefault="004A6764" w:rsidP="00713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Pr="00301C62" w:rsidRDefault="004A6764" w:rsidP="00301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Pr="00301C62" w:rsidRDefault="004A6764" w:rsidP="00301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4A6764" w:rsidRPr="009C6EDE" w:rsidRDefault="004A6764" w:rsidP="005C6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Pr="0088022C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Pr="0088022C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раскладывают картинки в нужной последовательности и садятся на стулья перед мольбертом.</w:t>
            </w:r>
          </w:p>
          <w:p w:rsidR="004A6764" w:rsidRPr="00EA2CC0" w:rsidRDefault="004A6764" w:rsidP="00EA2C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Pr="00EA2CC0" w:rsidRDefault="004A6764" w:rsidP="00EA2C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Pr="00EA2CC0" w:rsidRDefault="004A6764" w:rsidP="00EA2C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Pr="00EA2CC0" w:rsidRDefault="004A6764" w:rsidP="00EA2C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Pr="00EA2CC0" w:rsidRDefault="004A6764" w:rsidP="00EA2C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EA2C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Pr="00EA2CC0" w:rsidRDefault="004A6764" w:rsidP="00EA2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детей:</w:t>
            </w:r>
          </w:p>
          <w:p w:rsidR="004A6764" w:rsidRPr="00507EBD" w:rsidRDefault="004A6764" w:rsidP="00507E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Четверо детей составляют рассказы, каждый по своей картинке. </w:t>
            </w:r>
          </w:p>
          <w:p w:rsidR="004A6764" w:rsidRDefault="004A6764" w:rsidP="00507E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507E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Pr="00507EBD" w:rsidRDefault="004A6764" w:rsidP="00507E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проходят на ковёр, встают в круг, выполняют упражнение: изображают игру на балалайке, на дудочке, пляшут…</w:t>
            </w:r>
          </w:p>
          <w:p w:rsidR="004A6764" w:rsidRPr="00C21CC0" w:rsidRDefault="004A6764" w:rsidP="00C21C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Pr="00C21CC0" w:rsidRDefault="004A6764" w:rsidP="00C21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  <w:p w:rsidR="004A6764" w:rsidRPr="00C21CC0" w:rsidRDefault="004A6764" w:rsidP="00C21C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C21C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Pr="00C21CC0" w:rsidRDefault="004A6764" w:rsidP="00C21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Ромашка белая, красивая. Колокольчик синий, маленький.                                Незабудка голубая, нежная т.д.</w:t>
            </w:r>
          </w:p>
          <w:p w:rsidR="004A6764" w:rsidRDefault="004A6764" w:rsidP="00C21C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Pr="00C21CC0" w:rsidRDefault="004A6764" w:rsidP="00C21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них можно смотреть, любоваться, рисовать, нюхать</w:t>
            </w:r>
          </w:p>
          <w:p w:rsidR="004A6764" w:rsidRDefault="004A6764" w:rsidP="00687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Одуванчик у дорожке, как воздушный шар на ножке. Клевер душистый цветёт на лугу, глаз от него оторвать не могу. В чистом поле у реки словно звёзды васельки. Ромашка белоснежная, она такая нежная. Только солнышко взойдёт- мак у речки расцветёт. Колокольчики-цветы очень вежливы. А ты? Т.д.</w:t>
            </w:r>
          </w:p>
          <w:p w:rsidR="004A6764" w:rsidRPr="006872CB" w:rsidRDefault="004A6764" w:rsidP="00687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4A6764" w:rsidRPr="009C6EDE" w:rsidRDefault="004A6764" w:rsidP="005C6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Картинки разложены перед детьми на ковре</w:t>
            </w: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нужно воспитатель оказывает детям помощь, направляет их действия.</w:t>
            </w: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764" w:rsidRPr="0088022C" w:rsidRDefault="004A6764" w:rsidP="00880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показывает, как нужно приплетать один цветок к другому, а потом оказывает помощь тем, кто затрудняется</w:t>
            </w:r>
          </w:p>
        </w:tc>
      </w:tr>
      <w:tr w:rsidR="004A6764" w:rsidRPr="009C6EDE">
        <w:tc>
          <w:tcPr>
            <w:tcW w:w="9747" w:type="dxa"/>
            <w:gridSpan w:val="3"/>
          </w:tcPr>
          <w:p w:rsidR="004A6764" w:rsidRPr="009C6EDE" w:rsidRDefault="004A6764" w:rsidP="005C6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764" w:rsidRPr="009C6EDE">
        <w:tc>
          <w:tcPr>
            <w:tcW w:w="4077" w:type="dxa"/>
          </w:tcPr>
          <w:p w:rsidR="004A6764" w:rsidRDefault="004A6764" w:rsidP="004C5E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-Почему у нас получился такой красивый венок?                                         -Что вы делали для того, чтобы у вас получились такие интересные содержательные рассказы по картинкам?</w:t>
            </w:r>
          </w:p>
          <w:p w:rsidR="004A6764" w:rsidRDefault="004A6764" w:rsidP="004C5E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 ещё вам запомнилось?</w:t>
            </w:r>
          </w:p>
          <w:p w:rsidR="004A6764" w:rsidRPr="009C6EDE" w:rsidRDefault="004A6764" w:rsidP="004C5E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-Я надеюсь, что вы дома поделитесь с родителями своими положительными впечатлениями …</w:t>
            </w:r>
          </w:p>
        </w:tc>
        <w:tc>
          <w:tcPr>
            <w:tcW w:w="3828" w:type="dxa"/>
          </w:tcPr>
          <w:p w:rsidR="004A6764" w:rsidRPr="009C6EDE" w:rsidRDefault="004A6764" w:rsidP="004C5E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работали дружно и помогали друг другу…                                               </w:t>
            </w:r>
          </w:p>
          <w:p w:rsidR="004A6764" w:rsidRPr="002F08ED" w:rsidRDefault="004A6764" w:rsidP="002F0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были внимательными, отвечали на вопросы… </w:t>
            </w:r>
          </w:p>
        </w:tc>
        <w:tc>
          <w:tcPr>
            <w:tcW w:w="1842" w:type="dxa"/>
          </w:tcPr>
          <w:p w:rsidR="004A6764" w:rsidRPr="009C6EDE" w:rsidRDefault="004A6764" w:rsidP="005C6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6764" w:rsidRPr="00D0213F" w:rsidRDefault="004A6764" w:rsidP="009B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6764" w:rsidRPr="00D0213F" w:rsidRDefault="004A6764" w:rsidP="009B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6764" w:rsidRDefault="004A6764" w:rsidP="00BF26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МДОУ №3 «Сказка»</w:t>
      </w:r>
    </w:p>
    <w:p w:rsidR="004A6764" w:rsidRPr="009B63B9" w:rsidRDefault="004A6764" w:rsidP="00BF26B9">
      <w:pPr>
        <w:ind w:left="212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И.И.Кузина</w:t>
      </w:r>
    </w:p>
    <w:sectPr w:rsidR="004A6764" w:rsidRPr="009B63B9" w:rsidSect="006F5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764" w:rsidRDefault="004A6764" w:rsidP="00A01316">
      <w:pPr>
        <w:spacing w:after="0" w:line="240" w:lineRule="auto"/>
      </w:pPr>
      <w:r>
        <w:separator/>
      </w:r>
    </w:p>
  </w:endnote>
  <w:endnote w:type="continuationSeparator" w:id="1">
    <w:p w:rsidR="004A6764" w:rsidRDefault="004A6764" w:rsidP="00A01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764" w:rsidRDefault="004A6764" w:rsidP="00A01316">
      <w:pPr>
        <w:spacing w:after="0" w:line="240" w:lineRule="auto"/>
      </w:pPr>
      <w:r>
        <w:separator/>
      </w:r>
    </w:p>
  </w:footnote>
  <w:footnote w:type="continuationSeparator" w:id="1">
    <w:p w:rsidR="004A6764" w:rsidRDefault="004A6764" w:rsidP="00A013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2BB1"/>
    <w:multiLevelType w:val="hybridMultilevel"/>
    <w:tmpl w:val="34168B40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>
    <w:nsid w:val="20063D3D"/>
    <w:multiLevelType w:val="hybridMultilevel"/>
    <w:tmpl w:val="34168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786FA8"/>
    <w:multiLevelType w:val="hybridMultilevel"/>
    <w:tmpl w:val="34168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63B9"/>
    <w:rsid w:val="00051FF3"/>
    <w:rsid w:val="000801F6"/>
    <w:rsid w:val="00085AAB"/>
    <w:rsid w:val="000A52B6"/>
    <w:rsid w:val="000A5EC9"/>
    <w:rsid w:val="000C77B6"/>
    <w:rsid w:val="000F65B0"/>
    <w:rsid w:val="00120977"/>
    <w:rsid w:val="001673D6"/>
    <w:rsid w:val="001D6EA8"/>
    <w:rsid w:val="001E6579"/>
    <w:rsid w:val="002130FB"/>
    <w:rsid w:val="00233594"/>
    <w:rsid w:val="002F08ED"/>
    <w:rsid w:val="00301C62"/>
    <w:rsid w:val="003055FC"/>
    <w:rsid w:val="003208FF"/>
    <w:rsid w:val="00323449"/>
    <w:rsid w:val="00325496"/>
    <w:rsid w:val="0037430B"/>
    <w:rsid w:val="003977E0"/>
    <w:rsid w:val="003C23DB"/>
    <w:rsid w:val="003E168C"/>
    <w:rsid w:val="003E23FA"/>
    <w:rsid w:val="003E749B"/>
    <w:rsid w:val="0042118A"/>
    <w:rsid w:val="00433288"/>
    <w:rsid w:val="00441074"/>
    <w:rsid w:val="004651D6"/>
    <w:rsid w:val="004671E2"/>
    <w:rsid w:val="004A6764"/>
    <w:rsid w:val="004C5E17"/>
    <w:rsid w:val="004D7805"/>
    <w:rsid w:val="00504A73"/>
    <w:rsid w:val="00507EBD"/>
    <w:rsid w:val="00524E0C"/>
    <w:rsid w:val="00566655"/>
    <w:rsid w:val="005C6807"/>
    <w:rsid w:val="005D04AA"/>
    <w:rsid w:val="005D2844"/>
    <w:rsid w:val="005F5F3B"/>
    <w:rsid w:val="005F7FCD"/>
    <w:rsid w:val="0063370C"/>
    <w:rsid w:val="00676749"/>
    <w:rsid w:val="006803CE"/>
    <w:rsid w:val="006872CB"/>
    <w:rsid w:val="00690992"/>
    <w:rsid w:val="00694583"/>
    <w:rsid w:val="006E22A6"/>
    <w:rsid w:val="006E28BA"/>
    <w:rsid w:val="006E662D"/>
    <w:rsid w:val="006F5CBF"/>
    <w:rsid w:val="0071362D"/>
    <w:rsid w:val="0074558E"/>
    <w:rsid w:val="007A71E3"/>
    <w:rsid w:val="007C0A08"/>
    <w:rsid w:val="00816C4F"/>
    <w:rsid w:val="008244D7"/>
    <w:rsid w:val="00831489"/>
    <w:rsid w:val="00846255"/>
    <w:rsid w:val="0088022C"/>
    <w:rsid w:val="00885E05"/>
    <w:rsid w:val="008D30C9"/>
    <w:rsid w:val="0093795A"/>
    <w:rsid w:val="009426A1"/>
    <w:rsid w:val="00952E18"/>
    <w:rsid w:val="00956553"/>
    <w:rsid w:val="0096468B"/>
    <w:rsid w:val="009949FD"/>
    <w:rsid w:val="009A19E2"/>
    <w:rsid w:val="009B63B9"/>
    <w:rsid w:val="009C6EDE"/>
    <w:rsid w:val="009E59AF"/>
    <w:rsid w:val="00A01316"/>
    <w:rsid w:val="00A05586"/>
    <w:rsid w:val="00A82668"/>
    <w:rsid w:val="00A9147A"/>
    <w:rsid w:val="00A92AC9"/>
    <w:rsid w:val="00AD75A7"/>
    <w:rsid w:val="00AE6340"/>
    <w:rsid w:val="00AF1815"/>
    <w:rsid w:val="00B403B7"/>
    <w:rsid w:val="00B44D94"/>
    <w:rsid w:val="00B5577B"/>
    <w:rsid w:val="00B67DB1"/>
    <w:rsid w:val="00B74EA8"/>
    <w:rsid w:val="00BA4893"/>
    <w:rsid w:val="00BC7EC2"/>
    <w:rsid w:val="00BF26B9"/>
    <w:rsid w:val="00C2174B"/>
    <w:rsid w:val="00C21CC0"/>
    <w:rsid w:val="00C302A4"/>
    <w:rsid w:val="00C37EB9"/>
    <w:rsid w:val="00C410A5"/>
    <w:rsid w:val="00C52648"/>
    <w:rsid w:val="00C71C6D"/>
    <w:rsid w:val="00C76EBF"/>
    <w:rsid w:val="00C833FB"/>
    <w:rsid w:val="00CB7F5C"/>
    <w:rsid w:val="00D0213F"/>
    <w:rsid w:val="00D4524E"/>
    <w:rsid w:val="00D54238"/>
    <w:rsid w:val="00D76923"/>
    <w:rsid w:val="00DD7826"/>
    <w:rsid w:val="00E065F1"/>
    <w:rsid w:val="00E27C52"/>
    <w:rsid w:val="00E95EAE"/>
    <w:rsid w:val="00EA0A19"/>
    <w:rsid w:val="00EA2CC0"/>
    <w:rsid w:val="00EC74EE"/>
    <w:rsid w:val="00EE32A2"/>
    <w:rsid w:val="00F051FD"/>
    <w:rsid w:val="00F108BA"/>
    <w:rsid w:val="00F231D8"/>
    <w:rsid w:val="00FA137B"/>
    <w:rsid w:val="00FD70DB"/>
    <w:rsid w:val="00FF1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CB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A0131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01316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A01316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99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343</TotalTime>
  <Pages>6</Pages>
  <Words>1012</Words>
  <Characters>5775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marchuks</dc:creator>
  <cp:keywords/>
  <dc:description/>
  <cp:lastModifiedBy>RFC</cp:lastModifiedBy>
  <cp:revision>31</cp:revision>
  <cp:lastPrinted>2021-09-28T12:10:00Z</cp:lastPrinted>
  <dcterms:created xsi:type="dcterms:W3CDTF">2020-04-07T17:50:00Z</dcterms:created>
  <dcterms:modified xsi:type="dcterms:W3CDTF">2022-03-07T07:08:00Z</dcterms:modified>
</cp:coreProperties>
</file>